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7544BE71" w:rsidR="003F1BC8" w:rsidRDefault="008B1A2C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BA3311" w:rsidRPr="00BA3311">
        <w:rPr>
          <w:b/>
          <w:color w:val="FF5200" w:themeColor="accent2"/>
          <w:sz w:val="36"/>
          <w:szCs w:val="36"/>
        </w:rPr>
        <w:t>Dodávka tří kolejových přívěsných vozíků k UTS 60 pro OŘ UNL 2024“,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D2B68" w:rsidRPr="002D2B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23712/2024-SŽ-OŘ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="00530588" w:rsidRPr="006867A4">
              <w:rPr>
                <w:rStyle w:val="Hypertextovodkaz"/>
                <w:noProof/>
              </w:rPr>
              <w:t>Kapitola 2.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základní způsobilosti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_Toc168898184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3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="00530588" w:rsidRPr="006867A4">
              <w:rPr>
                <w:rStyle w:val="Hypertextovodkaz"/>
                <w:noProof/>
              </w:rPr>
              <w:t>Kapitola 3.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o střetu zájmů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_Toc168898185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4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="00530588" w:rsidRPr="006867A4">
              <w:rPr>
                <w:rStyle w:val="Hypertextovodkaz"/>
                <w:noProof/>
              </w:rPr>
              <w:t>Kapitola 4.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_Toc168898186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5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="00530588" w:rsidRPr="006867A4">
              <w:rPr>
                <w:rStyle w:val="Hypertextovodkaz"/>
                <w:noProof/>
              </w:rPr>
              <w:t>Kapitola 5.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technické kvalifikace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_Toc168898187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6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="00530588" w:rsidRPr="006867A4">
              <w:rPr>
                <w:rStyle w:val="Hypertextovodkaz"/>
                <w:noProof/>
              </w:rPr>
              <w:t>Kapitola 6.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osob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_Toc168898188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7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="00530588" w:rsidRPr="006867A4">
              <w:rPr>
                <w:rStyle w:val="Hypertextovodkaz"/>
                <w:noProof/>
              </w:rPr>
              <w:t>Kapitola 7.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ekonomické kvalifikaci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_Toc168898189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8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8.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_Toc168898190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9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9.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_Toc168898191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10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_Toc168898192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11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2D2B6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="00530588" w:rsidRPr="006867A4">
              <w:rPr>
                <w:rStyle w:val="Hypertextovodkaz"/>
                <w:noProof/>
                <w:lang w:eastAsia="cs-CZ"/>
              </w:rPr>
              <w:t>Kapitola 11.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530588">
              <w:rPr>
                <w:rStyle w:val="Hypertextovodkaz"/>
                <w:rFonts w:eastAsia="Times New Roman"/>
                <w:noProof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21F38AFD" w:rsidR="00FF3A1D" w:rsidRDefault="00FF3A1D" w:rsidP="00FF3A1D">
      <w:r>
        <w:t>Celková nabídková cena v Kč bez DPH</w:t>
      </w:r>
      <w:r w:rsidR="004D2C06">
        <w:t xml:space="preserve"> (</w:t>
      </w:r>
      <w:r w:rsidR="00861213">
        <w:t>3</w:t>
      </w:r>
      <w:r w:rsidR="004D2C06">
        <w:t>ks):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D2B6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D2B6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3F45BD5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2D2B68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F43EA" w:rsidRPr="003F43EA">
        <w:rPr>
          <w:rFonts w:ascii="Verdana" w:hAnsi="Verdana"/>
          <w:b/>
          <w:bCs/>
        </w:rPr>
        <w:t>Dodávka tří kolejových přívěsných vozíků k UTS 60 pro OŘ UNL 2024“,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2E319EA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2D2B68">
        <w:rPr>
          <w:rFonts w:ascii="Verdana" w:hAnsi="Verdana"/>
        </w:rPr>
      </w:r>
      <w:r w:rsidR="002D2B68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F43EA" w:rsidRPr="003F43EA">
        <w:rPr>
          <w:rFonts w:ascii="Verdana" w:hAnsi="Verdana"/>
          <w:b/>
          <w:bCs/>
        </w:rPr>
        <w:t>Dodávka tří kolejových přívěsných vozíků k UTS 60 pro OŘ UNL 2024“,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4201"/>
    <w:rsid w:val="002B65F0"/>
    <w:rsid w:val="002C31BF"/>
    <w:rsid w:val="002D08B1"/>
    <w:rsid w:val="002D2B68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3F1BC8"/>
    <w:rsid w:val="003F43EA"/>
    <w:rsid w:val="0041730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588"/>
    <w:rsid w:val="00553375"/>
    <w:rsid w:val="00553E26"/>
    <w:rsid w:val="00554C87"/>
    <w:rsid w:val="00557C28"/>
    <w:rsid w:val="005736B7"/>
    <w:rsid w:val="00575E5A"/>
    <w:rsid w:val="005A0925"/>
    <w:rsid w:val="005B219F"/>
    <w:rsid w:val="005D7E39"/>
    <w:rsid w:val="005E730C"/>
    <w:rsid w:val="005F1404"/>
    <w:rsid w:val="0061068E"/>
    <w:rsid w:val="00613242"/>
    <w:rsid w:val="00626DB3"/>
    <w:rsid w:val="00633D9C"/>
    <w:rsid w:val="00647363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6286B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1213"/>
    <w:rsid w:val="008659F3"/>
    <w:rsid w:val="00882189"/>
    <w:rsid w:val="00886D4B"/>
    <w:rsid w:val="00895406"/>
    <w:rsid w:val="008A3568"/>
    <w:rsid w:val="008B1A2C"/>
    <w:rsid w:val="008D03B9"/>
    <w:rsid w:val="008F18D6"/>
    <w:rsid w:val="008F2C30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A3311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6B46"/>
    <w:rsid w:val="00C87B78"/>
    <w:rsid w:val="00CB377A"/>
    <w:rsid w:val="00CD1FC4"/>
    <w:rsid w:val="00D02A4E"/>
    <w:rsid w:val="00D21061"/>
    <w:rsid w:val="00D231E1"/>
    <w:rsid w:val="00D4108E"/>
    <w:rsid w:val="00D6163D"/>
    <w:rsid w:val="00D73D46"/>
    <w:rsid w:val="00D822BB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0609"/>
    <w:rsid w:val="0042266B"/>
    <w:rsid w:val="00452072"/>
    <w:rsid w:val="00495FA0"/>
    <w:rsid w:val="00553E26"/>
    <w:rsid w:val="005E17D6"/>
    <w:rsid w:val="00647363"/>
    <w:rsid w:val="00702C56"/>
    <w:rsid w:val="00845CFC"/>
    <w:rsid w:val="008F2C30"/>
    <w:rsid w:val="00964FB4"/>
    <w:rsid w:val="009B2F31"/>
    <w:rsid w:val="00A04586"/>
    <w:rsid w:val="00AE45FC"/>
    <w:rsid w:val="00B276E1"/>
    <w:rsid w:val="00C86B46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118</TotalTime>
  <Pages>12</Pages>
  <Words>1528</Words>
  <Characters>9016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33</cp:revision>
  <cp:lastPrinted>2017-11-28T17:18:00Z</cp:lastPrinted>
  <dcterms:created xsi:type="dcterms:W3CDTF">2023-03-01T08:18:00Z</dcterms:created>
  <dcterms:modified xsi:type="dcterms:W3CDTF">2024-08-08T05:49:00Z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